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E51A43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Assunto:</w:t>
      </w:r>
      <w:r w:rsidRPr="00E51A43">
        <w:rPr>
          <w:rFonts w:cs="Arial"/>
        </w:rPr>
        <w:tab/>
      </w:r>
      <w:proofErr w:type="gramEnd"/>
      <w:r w:rsidR="002A1387" w:rsidRPr="00E51A43">
        <w:rPr>
          <w:rFonts w:cs="Arial"/>
          <w:b/>
        </w:rPr>
        <w:t xml:space="preserve">PAUTA RESUMIDA PARA A </w:t>
      </w:r>
      <w:r w:rsidR="0023469D" w:rsidRPr="00E51A43">
        <w:rPr>
          <w:rFonts w:cs="Arial"/>
          <w:b/>
        </w:rPr>
        <w:t>3</w:t>
      </w:r>
      <w:r w:rsidR="00335C78" w:rsidRPr="00E51A43">
        <w:rPr>
          <w:rFonts w:cs="Arial"/>
          <w:b/>
        </w:rPr>
        <w:t>5</w:t>
      </w:r>
      <w:r w:rsidRPr="00E51A43">
        <w:rPr>
          <w:rFonts w:cs="Arial"/>
          <w:b/>
        </w:rPr>
        <w:t>ª SESSÃO ORDINÁRIA</w:t>
      </w:r>
      <w:r w:rsidRPr="00E51A43">
        <w:rPr>
          <w:rFonts w:cs="Arial"/>
          <w:b/>
          <w:bCs/>
        </w:rPr>
        <w:t xml:space="preserve"> DO ANO DE 202</w:t>
      </w:r>
      <w:r w:rsidR="005C6437" w:rsidRPr="00E51A43">
        <w:rPr>
          <w:rFonts w:cs="Arial"/>
          <w:b/>
          <w:bCs/>
        </w:rPr>
        <w:t>5</w:t>
      </w:r>
    </w:p>
    <w:p w:rsidR="004D0EC6" w:rsidRPr="00E51A43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Data:</w:t>
      </w:r>
      <w:r w:rsidRPr="00E51A43">
        <w:rPr>
          <w:rFonts w:cs="Arial"/>
        </w:rPr>
        <w:tab/>
      </w:r>
      <w:proofErr w:type="gramEnd"/>
      <w:r w:rsidR="00335C78" w:rsidRPr="00E51A43">
        <w:rPr>
          <w:rFonts w:cs="Arial"/>
          <w:b/>
        </w:rPr>
        <w:t>05</w:t>
      </w:r>
      <w:r w:rsidR="001523D7" w:rsidRPr="00E51A43">
        <w:rPr>
          <w:rFonts w:cs="Arial"/>
          <w:b/>
        </w:rPr>
        <w:t>/</w:t>
      </w:r>
      <w:r w:rsidR="0023469D" w:rsidRPr="00E51A43">
        <w:rPr>
          <w:rFonts w:cs="Arial"/>
          <w:b/>
        </w:rPr>
        <w:t>1</w:t>
      </w:r>
      <w:r w:rsidR="00335C78" w:rsidRPr="00E51A43">
        <w:rPr>
          <w:rFonts w:cs="Arial"/>
          <w:b/>
        </w:rPr>
        <w:t>1</w:t>
      </w:r>
      <w:r w:rsidRPr="00E51A43">
        <w:rPr>
          <w:rFonts w:cs="Arial"/>
          <w:b/>
        </w:rPr>
        <w:t>/202</w:t>
      </w:r>
      <w:r w:rsidR="003070FF" w:rsidRPr="00E51A43">
        <w:rPr>
          <w:rFonts w:cs="Arial"/>
          <w:b/>
        </w:rPr>
        <w:t>5</w:t>
      </w:r>
      <w:r w:rsidR="009A3BA1" w:rsidRPr="00E51A43">
        <w:rPr>
          <w:rFonts w:cs="Arial"/>
          <w:b/>
          <w:bCs/>
        </w:rPr>
        <w:t xml:space="preserve"> (</w:t>
      </w:r>
      <w:r w:rsidR="00E45317" w:rsidRPr="00E51A43">
        <w:rPr>
          <w:rFonts w:cs="Arial"/>
          <w:b/>
          <w:bCs/>
        </w:rPr>
        <w:t>qu</w:t>
      </w:r>
      <w:r w:rsidR="00335C78" w:rsidRPr="00E51A43">
        <w:rPr>
          <w:rFonts w:cs="Arial"/>
          <w:b/>
          <w:bCs/>
        </w:rPr>
        <w:t>ar</w:t>
      </w:r>
      <w:r w:rsidR="001108FE" w:rsidRPr="00E51A43">
        <w:rPr>
          <w:rFonts w:cs="Arial"/>
          <w:b/>
          <w:bCs/>
        </w:rPr>
        <w:t>ta</w:t>
      </w:r>
      <w:r w:rsidR="004A2754" w:rsidRPr="00E51A43">
        <w:rPr>
          <w:rFonts w:cs="Arial"/>
          <w:b/>
          <w:bCs/>
        </w:rPr>
        <w:t>-feira</w:t>
      </w:r>
      <w:r w:rsidR="00AB26D4" w:rsidRPr="00E51A43">
        <w:rPr>
          <w:rFonts w:cs="Arial"/>
          <w:b/>
          <w:bCs/>
        </w:rPr>
        <w:t>)</w:t>
      </w:r>
    </w:p>
    <w:p w:rsidR="004D0EC6" w:rsidRPr="00E51A43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Início:</w:t>
      </w:r>
      <w:r w:rsidRPr="00E51A43">
        <w:rPr>
          <w:rFonts w:cs="Arial"/>
        </w:rPr>
        <w:tab/>
      </w:r>
      <w:proofErr w:type="gramEnd"/>
      <w:r w:rsidR="00434A1E" w:rsidRPr="00E51A43">
        <w:rPr>
          <w:rFonts w:cs="Arial"/>
          <w:b/>
          <w:bCs/>
        </w:rPr>
        <w:t>09</w:t>
      </w:r>
      <w:r w:rsidRPr="00E51A43">
        <w:rPr>
          <w:rFonts w:cs="Arial"/>
          <w:b/>
          <w:bCs/>
        </w:rPr>
        <w:t xml:space="preserve"> horas</w:t>
      </w: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E51A43" w:rsidRDefault="00E51A43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  <w:b/>
          <w:bCs/>
        </w:rPr>
        <w:t>Senhor(</w:t>
      </w:r>
      <w:proofErr w:type="gramEnd"/>
      <w:r w:rsidRPr="00E51A43">
        <w:rPr>
          <w:rFonts w:cs="Arial"/>
          <w:b/>
          <w:bCs/>
        </w:rPr>
        <w:t>a) Vereador(a),</w:t>
      </w: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E51A43">
        <w:rPr>
          <w:rFonts w:cs="Arial"/>
        </w:rPr>
        <w:t xml:space="preserve">Por ordem do Presidente desta Casa Legislativa, o Vereador </w:t>
      </w:r>
      <w:r w:rsidR="00BE52F6" w:rsidRPr="00E51A43">
        <w:rPr>
          <w:rFonts w:cs="Arial"/>
        </w:rPr>
        <w:t>Paulo Luís Santos</w:t>
      </w:r>
      <w:r w:rsidRPr="00E51A43">
        <w:rPr>
          <w:rFonts w:cs="Arial"/>
        </w:rPr>
        <w:t xml:space="preserve">, observadas as disposições legais e regimentais vigentes, informo a pauta resumida para </w:t>
      </w:r>
      <w:r w:rsidR="00641467" w:rsidRPr="00E51A43">
        <w:rPr>
          <w:rFonts w:cs="Arial"/>
        </w:rPr>
        <w:t xml:space="preserve">a </w:t>
      </w:r>
      <w:r w:rsidRPr="00E51A43">
        <w:rPr>
          <w:rFonts w:cs="Arial"/>
        </w:rPr>
        <w:t>Sessão Ordinária acima referida</w:t>
      </w:r>
      <w:r w:rsidRPr="00E51A43">
        <w:rPr>
          <w:rFonts w:cs="Arial"/>
          <w:bCs/>
        </w:rPr>
        <w:t>:</w:t>
      </w:r>
    </w:p>
    <w:p w:rsidR="00CA4592" w:rsidRPr="00E51A43" w:rsidRDefault="00FE18A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Ato Solene </w:t>
      </w:r>
      <w:r w:rsidR="00335C78" w:rsidRPr="00E51A43">
        <w:rPr>
          <w:rFonts w:eastAsia="Calibri" w:cs="Arial"/>
        </w:rPr>
        <w:t xml:space="preserve">conjunto </w:t>
      </w:r>
      <w:r w:rsidR="002044A7" w:rsidRPr="00E51A43">
        <w:rPr>
          <w:rFonts w:eastAsia="Calibri" w:cs="Arial"/>
        </w:rPr>
        <w:t>d</w:t>
      </w:r>
      <w:r w:rsidRPr="00E51A43">
        <w:rPr>
          <w:rFonts w:eastAsia="Calibri" w:cs="Arial"/>
        </w:rPr>
        <w:t xml:space="preserve">e </w:t>
      </w:r>
      <w:r w:rsidR="002044A7" w:rsidRPr="00E51A43">
        <w:rPr>
          <w:rFonts w:eastAsia="Calibri" w:cs="Arial"/>
        </w:rPr>
        <w:t>entrega d</w:t>
      </w:r>
      <w:r w:rsidR="00335C78" w:rsidRPr="00E51A43">
        <w:rPr>
          <w:rFonts w:eastAsia="Calibri" w:cs="Arial"/>
        </w:rPr>
        <w:t>o Selo “ONG Amiga dos Animais”, nos termos da Lei Municipal nº 6.472, de 30/05/2022, e de Homenagem ao transcurso do Dia Municipal do Coveiro, conforme prevê a Lei Municipal n</w:t>
      </w:r>
      <w:r w:rsidR="00E32B2B" w:rsidRPr="00E51A43">
        <w:rPr>
          <w:rFonts w:eastAsia="Calibri" w:cs="Arial"/>
        </w:rPr>
        <w:t xml:space="preserve">º </w:t>
      </w:r>
      <w:r w:rsidR="00335C78" w:rsidRPr="00E51A43">
        <w:rPr>
          <w:rFonts w:eastAsia="Calibri" w:cs="Arial"/>
        </w:rPr>
        <w:t>6.503</w:t>
      </w:r>
      <w:r w:rsidR="00790636" w:rsidRPr="00E51A43">
        <w:rPr>
          <w:rFonts w:eastAsia="Calibri" w:cs="Arial"/>
        </w:rPr>
        <w:t xml:space="preserve">, de </w:t>
      </w:r>
      <w:r w:rsidR="00335C78" w:rsidRPr="00E51A43">
        <w:rPr>
          <w:rFonts w:eastAsia="Calibri" w:cs="Arial"/>
        </w:rPr>
        <w:t>01/12</w:t>
      </w:r>
      <w:r w:rsidR="002044A7" w:rsidRPr="00E51A43">
        <w:rPr>
          <w:rFonts w:eastAsia="Calibri" w:cs="Arial"/>
        </w:rPr>
        <w:t>/20</w:t>
      </w:r>
      <w:r w:rsidR="00335C78" w:rsidRPr="00E51A43">
        <w:rPr>
          <w:rFonts w:eastAsia="Calibri" w:cs="Arial"/>
        </w:rPr>
        <w:t>2</w:t>
      </w:r>
      <w:r w:rsidR="00C82655" w:rsidRPr="00E51A43">
        <w:rPr>
          <w:rFonts w:eastAsia="Calibri" w:cs="Arial"/>
        </w:rPr>
        <w:t>2</w:t>
      </w:r>
      <w:r w:rsidR="00CA4592" w:rsidRPr="00E51A43">
        <w:rPr>
          <w:rFonts w:eastAsia="Calibri" w:cs="Arial"/>
        </w:rPr>
        <w:t>;</w:t>
      </w:r>
    </w:p>
    <w:p w:rsidR="005676B2" w:rsidRPr="00E51A43" w:rsidRDefault="005676B2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Uso da Tribuna Livre pela </w:t>
      </w:r>
      <w:r w:rsidR="004E1CD8" w:rsidRPr="00E51A43">
        <w:rPr>
          <w:rFonts w:eastAsia="Calibri" w:cs="Arial"/>
        </w:rPr>
        <w:t>Senhora</w:t>
      </w:r>
      <w:r w:rsidRPr="00E51A43">
        <w:rPr>
          <w:rFonts w:eastAsia="Calibri" w:cs="Arial"/>
        </w:rPr>
        <w:t xml:space="preserve"> </w:t>
      </w:r>
      <w:proofErr w:type="spellStart"/>
      <w:r w:rsidR="00D30151" w:rsidRPr="00E51A43">
        <w:rPr>
          <w:rFonts w:eastAsia="Calibri" w:cs="Arial"/>
        </w:rPr>
        <w:t>Lidiene</w:t>
      </w:r>
      <w:proofErr w:type="spellEnd"/>
      <w:r w:rsidR="00D30151" w:rsidRPr="00E51A43">
        <w:rPr>
          <w:rFonts w:eastAsia="Calibri" w:cs="Arial"/>
        </w:rPr>
        <w:t xml:space="preserve"> Lopes da Mota Ribeiro</w:t>
      </w:r>
      <w:r w:rsidRPr="00E51A43">
        <w:rPr>
          <w:rFonts w:eastAsia="Calibri" w:cs="Arial"/>
          <w:bCs/>
        </w:rPr>
        <w:t xml:space="preserve">, </w:t>
      </w:r>
      <w:r w:rsidR="00D30151" w:rsidRPr="00E51A43">
        <w:rPr>
          <w:rFonts w:eastAsia="Calibri" w:cs="Arial"/>
          <w:bCs/>
        </w:rPr>
        <w:t>Presidente do Conselho Municipal da Pessoa Idosa - CMPI</w:t>
      </w:r>
      <w:r w:rsidRPr="00E51A43">
        <w:rPr>
          <w:rFonts w:eastAsia="Calibri" w:cs="Arial"/>
          <w:bCs/>
        </w:rPr>
        <w:t xml:space="preserve">, para falar sobre o </w:t>
      </w:r>
      <w:r w:rsidR="000C6B69" w:rsidRPr="00E51A43">
        <w:rPr>
          <w:rFonts w:eastAsia="Calibri" w:cs="Arial"/>
          <w:bCs/>
        </w:rPr>
        <w:t xml:space="preserve">tema </w:t>
      </w:r>
      <w:r w:rsidRPr="00E51A43">
        <w:rPr>
          <w:rFonts w:eastAsia="Calibri" w:cs="Arial"/>
          <w:bCs/>
        </w:rPr>
        <w:t>“</w:t>
      </w:r>
      <w:r w:rsidR="000C6B69" w:rsidRPr="00E51A43">
        <w:rPr>
          <w:rFonts w:eastAsia="Calibri" w:cs="Arial"/>
          <w:bCs/>
        </w:rPr>
        <w:t xml:space="preserve">apresentação e </w:t>
      </w:r>
      <w:r w:rsidR="00D30151" w:rsidRPr="00E51A43">
        <w:rPr>
          <w:rFonts w:cs="Arial"/>
        </w:rPr>
        <w:t>trabalhos do Conselho</w:t>
      </w:r>
      <w:r w:rsidRPr="00E51A43">
        <w:rPr>
          <w:rFonts w:eastAsia="Calibri" w:cs="Arial"/>
          <w:bCs/>
        </w:rPr>
        <w:t>”;</w:t>
      </w:r>
    </w:p>
    <w:p w:rsidR="004A3F5A" w:rsidRPr="00E51A43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Discussão e votação das </w:t>
      </w:r>
      <w:r w:rsidR="00260056" w:rsidRPr="00E51A43">
        <w:rPr>
          <w:rFonts w:eastAsia="Calibri" w:cs="Arial"/>
        </w:rPr>
        <w:t>matérias</w:t>
      </w:r>
      <w:r w:rsidRPr="00E51A43">
        <w:rPr>
          <w:rFonts w:eastAsia="Calibri" w:cs="Arial"/>
        </w:rPr>
        <w:t xml:space="preserve"> constantes da Ordem do Dia</w:t>
      </w:r>
      <w:r w:rsidR="004A3F5A" w:rsidRPr="00E51A43">
        <w:rPr>
          <w:rFonts w:eastAsia="Calibri" w:cs="Arial"/>
        </w:rPr>
        <w:t>;</w:t>
      </w:r>
    </w:p>
    <w:p w:rsidR="0087716A" w:rsidRPr="00E51A43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Leitura e votação dos trabalhos legislativos;</w:t>
      </w:r>
    </w:p>
    <w:p w:rsidR="00F474B2" w:rsidRPr="00E51A43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U</w:t>
      </w:r>
      <w:r w:rsidR="00F474B2" w:rsidRPr="00E51A43">
        <w:rPr>
          <w:rFonts w:eastAsia="Calibri" w:cs="Arial"/>
        </w:rPr>
        <w:t xml:space="preserve">so da Tribuna </w:t>
      </w:r>
      <w:r w:rsidRPr="00E51A43">
        <w:rPr>
          <w:rFonts w:eastAsia="Calibri" w:cs="Arial"/>
        </w:rPr>
        <w:t>pelos Vereadores no horário dos</w:t>
      </w:r>
      <w:r w:rsidR="00F474B2" w:rsidRPr="00E51A43">
        <w:rPr>
          <w:rFonts w:eastAsia="Calibri" w:cs="Arial"/>
        </w:rPr>
        <w:t xml:space="preserve"> Temas Livres</w:t>
      </w:r>
      <w:r w:rsidRPr="00E51A43">
        <w:rPr>
          <w:rFonts w:eastAsia="Calibri" w:cs="Arial"/>
        </w:rPr>
        <w:t>.</w:t>
      </w:r>
    </w:p>
    <w:p w:rsidR="0064127A" w:rsidRDefault="0064127A" w:rsidP="00C00C31">
      <w:pPr>
        <w:jc w:val="both"/>
        <w:rPr>
          <w:rFonts w:eastAsia="Calibri" w:cs="Arial"/>
          <w:sz w:val="14"/>
          <w:szCs w:val="14"/>
        </w:rPr>
      </w:pPr>
    </w:p>
    <w:p w:rsidR="00E51A43" w:rsidRDefault="00E51A43" w:rsidP="00C00C31">
      <w:pPr>
        <w:jc w:val="both"/>
        <w:rPr>
          <w:rFonts w:eastAsia="Calibri" w:cs="Arial"/>
          <w:sz w:val="14"/>
          <w:szCs w:val="14"/>
        </w:rPr>
      </w:pPr>
    </w:p>
    <w:p w:rsidR="00E5705F" w:rsidRPr="00E51A43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E51A43">
        <w:rPr>
          <w:rFonts w:cs="Arial"/>
          <w:b/>
          <w:bCs/>
          <w:u w:val="single"/>
        </w:rPr>
        <w:t>ORDEM DO DIA</w:t>
      </w:r>
      <w:r w:rsidRPr="00E51A43">
        <w:rPr>
          <w:rFonts w:cs="Arial"/>
        </w:rPr>
        <w:t>:</w:t>
      </w:r>
    </w:p>
    <w:p w:rsidR="00557DB3" w:rsidRPr="00E51A43" w:rsidRDefault="00A2267F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</w:t>
      </w:r>
      <w:r w:rsidR="00557DB3" w:rsidRPr="00E51A43">
        <w:rPr>
          <w:rFonts w:cs="Arial"/>
          <w:b/>
          <w:color w:val="000000"/>
          <w:u w:val="single"/>
        </w:rPr>
        <w:t xml:space="preserve">iscussão </w:t>
      </w:r>
      <w:r w:rsidRPr="00E51A43">
        <w:rPr>
          <w:rFonts w:cs="Arial"/>
          <w:b/>
          <w:color w:val="000000"/>
          <w:u w:val="single"/>
        </w:rPr>
        <w:t xml:space="preserve">única </w:t>
      </w:r>
      <w:r w:rsidR="00557DB3" w:rsidRPr="00E51A43">
        <w:rPr>
          <w:rFonts w:cs="Arial"/>
          <w:b/>
          <w:color w:val="000000"/>
          <w:u w:val="single"/>
        </w:rPr>
        <w:t xml:space="preserve">do </w:t>
      </w:r>
      <w:r w:rsidRPr="00E51A43">
        <w:rPr>
          <w:rFonts w:cs="Arial"/>
          <w:b/>
          <w:color w:val="000000"/>
          <w:u w:val="single"/>
        </w:rPr>
        <w:t xml:space="preserve">PLL nº </w:t>
      </w:r>
      <w:r w:rsidR="00A25B56" w:rsidRPr="00E51A43">
        <w:rPr>
          <w:rFonts w:cs="Arial"/>
          <w:b/>
          <w:color w:val="000000"/>
          <w:u w:val="single"/>
        </w:rPr>
        <w:t>89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 w:rsidR="00A25B56" w:rsidRPr="00E51A43">
        <w:rPr>
          <w:rFonts w:cs="Arial"/>
          <w:b/>
          <w:color w:val="000000"/>
          <w:u w:val="single"/>
        </w:rPr>
        <w:t xml:space="preserve"> - com Emenda</w:t>
      </w:r>
    </w:p>
    <w:p w:rsidR="00557DB3" w:rsidRPr="00E51A43" w:rsidRDefault="00557DB3" w:rsidP="00557DB3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 xml:space="preserve">: </w:t>
      </w:r>
      <w:r w:rsidR="00A2267F" w:rsidRPr="00E51A43">
        <w:rPr>
          <w:rFonts w:cs="Arial"/>
          <w:color w:val="000000"/>
        </w:rPr>
        <w:t>Vereador</w:t>
      </w:r>
      <w:r w:rsidR="001F3660" w:rsidRPr="00E51A43">
        <w:rPr>
          <w:rFonts w:cs="Arial"/>
          <w:color w:val="000000"/>
        </w:rPr>
        <w:t>a</w:t>
      </w:r>
      <w:r w:rsidR="00A2267F" w:rsidRPr="00E51A43">
        <w:rPr>
          <w:rFonts w:cs="Arial"/>
          <w:color w:val="000000"/>
        </w:rPr>
        <w:t xml:space="preserve"> </w:t>
      </w:r>
      <w:r w:rsidR="001F3660" w:rsidRPr="00E51A43">
        <w:rPr>
          <w:rFonts w:cs="Arial"/>
          <w:color w:val="000000"/>
        </w:rPr>
        <w:t>Maria Amélia</w:t>
      </w:r>
      <w:r w:rsidRPr="00E51A43">
        <w:rPr>
          <w:rFonts w:cs="Arial"/>
          <w:color w:val="000000"/>
        </w:rPr>
        <w:t>.</w:t>
      </w:r>
    </w:p>
    <w:p w:rsidR="00557DB3" w:rsidRPr="00E51A43" w:rsidRDefault="00557DB3" w:rsidP="00557DB3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 xml:space="preserve">: </w:t>
      </w:r>
      <w:r w:rsidR="00A25B56" w:rsidRPr="00E51A43">
        <w:rPr>
          <w:rFonts w:cs="Arial"/>
          <w:color w:val="000000"/>
        </w:rPr>
        <w:t>Altera a redação da Lei nº 6.664, de 20 de setembro de 2024, que “Institui e inclui no Calendário Oficial de Eventos do Município de Jacareí a "Feira Literária de Jacareí - FLIJ", a ser realizada preferencialmente no mês de outubro”.</w:t>
      </w: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E51A43" w:rsidRDefault="00E51A43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64127A" w:rsidRPr="00E51A43" w:rsidRDefault="0064127A" w:rsidP="0064127A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PLL nº 102/2025 - Projeto de Lei do Legislativo - com Emendas</w:t>
      </w:r>
    </w:p>
    <w:p w:rsidR="0064127A" w:rsidRPr="00E51A43" w:rsidRDefault="0064127A" w:rsidP="0064127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>: Vereador Paulinho dos Condutores.</w:t>
      </w:r>
    </w:p>
    <w:p w:rsidR="0064127A" w:rsidRPr="00E51A43" w:rsidRDefault="0064127A" w:rsidP="0064127A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>: Dispõe sobre a obrigatoriedade de implantação de faixa de pedestres nas proximidades dos pontos de ônibus do Município de Jacareí.</w:t>
      </w:r>
    </w:p>
    <w:p w:rsidR="0064127A" w:rsidRDefault="0064127A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E51A43" w:rsidRDefault="00E51A43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F77D2" w:rsidRPr="00E51A43" w:rsidRDefault="00CF77D2" w:rsidP="00735894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PLL nº 11/2025 - Projeto de Lei do Legislativo</w:t>
      </w:r>
    </w:p>
    <w:p w:rsidR="00CF77D2" w:rsidRPr="00E51A43" w:rsidRDefault="00CF77D2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>: Vereador Hernani Barreto.</w:t>
      </w:r>
    </w:p>
    <w:p w:rsidR="00CF77D2" w:rsidRPr="00E51A43" w:rsidRDefault="00CF77D2" w:rsidP="00735894">
      <w:pPr>
        <w:tabs>
          <w:tab w:val="left" w:pos="426"/>
        </w:tabs>
        <w:spacing w:line="264" w:lineRule="auto"/>
        <w:ind w:left="425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>: Institui a Campanha Municipal de Conscientização e Combate à Automedicação e dá outras providências.</w:t>
      </w:r>
    </w:p>
    <w:p w:rsidR="00AC7674" w:rsidRDefault="00AC7674" w:rsidP="00AC7674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C7674" w:rsidRDefault="00AC7674" w:rsidP="00AC7674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64127A" w:rsidRPr="00E51A43" w:rsidRDefault="0064127A" w:rsidP="00735894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lastRenderedPageBreak/>
        <w:t>Discussão única do PLE nº 39/2025 - Projeto de Lei do Executivo</w:t>
      </w:r>
    </w:p>
    <w:p w:rsidR="0064127A" w:rsidRPr="00E51A43" w:rsidRDefault="0064127A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>: Prefeito Municipal Celso Florêncio de Souza.</w:t>
      </w:r>
    </w:p>
    <w:p w:rsidR="0064127A" w:rsidRPr="00E51A43" w:rsidRDefault="0064127A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>: Autoriza o Chefe do Poder Executivo Municipal a celebrar Convênio com o Estado de São Paulo, por intermédio da Secretaria da Cultura, Economia e Indústria Criativas, para a realização de projetos e eventos culturais.</w:t>
      </w:r>
    </w:p>
    <w:p w:rsidR="0064127A" w:rsidRDefault="0064127A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35894" w:rsidRDefault="00735894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Pr="00E51A43" w:rsidRDefault="00A2267F" w:rsidP="00735894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 xml:space="preserve">Discussão única do </w:t>
      </w:r>
      <w:r w:rsidR="00371984" w:rsidRPr="00E51A43">
        <w:rPr>
          <w:rFonts w:cs="Arial"/>
          <w:b/>
          <w:color w:val="000000"/>
          <w:u w:val="single"/>
        </w:rPr>
        <w:t xml:space="preserve">PLE nº </w:t>
      </w:r>
      <w:r w:rsidR="009E5141" w:rsidRPr="00E51A43">
        <w:rPr>
          <w:rFonts w:cs="Arial"/>
          <w:b/>
          <w:color w:val="000000"/>
          <w:u w:val="single"/>
        </w:rPr>
        <w:t>41</w:t>
      </w:r>
      <w:r w:rsidR="00371984" w:rsidRPr="00E51A43">
        <w:rPr>
          <w:rFonts w:cs="Arial"/>
          <w:b/>
          <w:color w:val="000000"/>
          <w:u w:val="single"/>
        </w:rPr>
        <w:t>/2025 - Projeto de Lei do Executivo</w:t>
      </w:r>
    </w:p>
    <w:p w:rsidR="001F3660" w:rsidRPr="00E51A43" w:rsidRDefault="00A2267F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 xml:space="preserve">: </w:t>
      </w:r>
      <w:r w:rsidR="00371984" w:rsidRPr="00E51A43">
        <w:rPr>
          <w:rFonts w:cs="Arial"/>
          <w:color w:val="000000"/>
        </w:rPr>
        <w:t>Prefeito Municipal Celso Florêncio de Souza</w:t>
      </w:r>
      <w:r w:rsidR="001F3660" w:rsidRPr="00E51A43">
        <w:rPr>
          <w:rFonts w:cs="Arial"/>
          <w:color w:val="000000"/>
        </w:rPr>
        <w:t>.</w:t>
      </w:r>
    </w:p>
    <w:p w:rsidR="00A2267F" w:rsidRPr="00E51A43" w:rsidRDefault="001F3660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 xml:space="preserve">: </w:t>
      </w:r>
      <w:r w:rsidR="009E5141" w:rsidRPr="00E51A43">
        <w:rPr>
          <w:rFonts w:cs="Arial"/>
          <w:color w:val="000000"/>
        </w:rPr>
        <w:t xml:space="preserve">Dispõe sobre o parcelamento e </w:t>
      </w:r>
      <w:proofErr w:type="spellStart"/>
      <w:r w:rsidR="009E5141" w:rsidRPr="00E51A43">
        <w:rPr>
          <w:rFonts w:cs="Arial"/>
          <w:color w:val="000000"/>
        </w:rPr>
        <w:t>reparcelamento</w:t>
      </w:r>
      <w:proofErr w:type="spellEnd"/>
      <w:r w:rsidR="009E5141" w:rsidRPr="00E51A43">
        <w:rPr>
          <w:rFonts w:cs="Arial"/>
          <w:color w:val="000000"/>
        </w:rPr>
        <w:t xml:space="preserve"> de débitos do Município de Jacareí com seu Regime Próprio de Previdência Social - RPPS, de que tratam os arts. 115 e 117 do Ato das Disposições Constitucionais Transitórias - ADCT, com a redação conferida pela Emenda Constitucional nº 136, de 9 de setembro de 2025.</w:t>
      </w: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35894" w:rsidRDefault="00735894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E5141" w:rsidRPr="00E51A43" w:rsidRDefault="009E5141" w:rsidP="00735894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PLE nº 34/2025 - Projeto de Lei do Executivo</w:t>
      </w:r>
    </w:p>
    <w:p w:rsidR="009E5141" w:rsidRPr="00E51A43" w:rsidRDefault="009E5141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>: Prefeito Municipal Celso Florêncio de Souza.</w:t>
      </w:r>
    </w:p>
    <w:p w:rsidR="009E5141" w:rsidRPr="00E51A43" w:rsidRDefault="009E5141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>: Cria as Subprefeituras Veraneio Ijal e Geraldo Scavone, na estrutura da Secretaria de Infraestrutura Municipal e dá outras providências.</w:t>
      </w: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35894" w:rsidRDefault="00735894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E51A43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E51A43">
        <w:rPr>
          <w:rFonts w:cs="Arial"/>
          <w:b/>
          <w:bCs/>
          <w:u w:val="single"/>
        </w:rPr>
        <w:t>ORDEM PARA VOTAÇÃO NOMINAL E PARA TEMAS LIVRES</w:t>
      </w:r>
      <w:r w:rsidR="003B2E87" w:rsidRPr="00E51A43">
        <w:rPr>
          <w:rFonts w:cs="Arial"/>
          <w:b/>
          <w:bCs/>
          <w:u w:val="single"/>
        </w:rPr>
        <w:t>:</w:t>
      </w:r>
    </w:p>
    <w:p w:rsidR="00FA314E" w:rsidRPr="00E51A43" w:rsidRDefault="00FA314E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bookmarkStart w:id="0" w:name="_GoBack"/>
      <w:r w:rsidRPr="00E51A43">
        <w:rPr>
          <w:rFonts w:cs="Arial"/>
        </w:rPr>
        <w:t>LUÍS FLÁVIO - FLAVINHO</w:t>
      </w:r>
      <w:r w:rsidRPr="00E51A43">
        <w:rPr>
          <w:rFonts w:cs="Arial"/>
        </w:rPr>
        <w:tab/>
        <w:t>PT</w:t>
      </w:r>
      <w:proofErr w:type="gramStart"/>
      <w:r w:rsidR="009E5141" w:rsidRPr="00E51A43">
        <w:rPr>
          <w:rFonts w:cs="Arial"/>
        </w:rPr>
        <w:tab/>
        <w:t>(</w:t>
      </w:r>
      <w:proofErr w:type="gramEnd"/>
      <w:r w:rsidR="009E5141" w:rsidRPr="00E51A43">
        <w:rPr>
          <w:rFonts w:cs="Arial"/>
        </w:rPr>
        <w:t>LEITURA DA BÍBLIA)</w:t>
      </w:r>
    </w:p>
    <w:p w:rsidR="001B00DE" w:rsidRPr="00E51A43" w:rsidRDefault="001B00DE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MARCELO DANTAS</w:t>
      </w:r>
      <w:r w:rsidRPr="00E51A43">
        <w:rPr>
          <w:rFonts w:cs="Arial"/>
        </w:rPr>
        <w:tab/>
        <w:t>PODEMOS</w:t>
      </w:r>
    </w:p>
    <w:p w:rsidR="001727A5" w:rsidRPr="00E51A43" w:rsidRDefault="001727A5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MARIA AMÉLIA</w:t>
      </w:r>
      <w:r w:rsidRPr="00E51A43">
        <w:rPr>
          <w:rFonts w:cs="Arial"/>
        </w:rPr>
        <w:tab/>
        <w:t>PSDB</w:t>
      </w:r>
    </w:p>
    <w:p w:rsidR="00057CF2" w:rsidRPr="00E51A43" w:rsidRDefault="00057CF2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NETHO ALVES</w:t>
      </w:r>
      <w:r w:rsidRPr="00E51A43">
        <w:rPr>
          <w:rFonts w:cs="Arial"/>
        </w:rPr>
        <w:tab/>
        <w:t>PL</w:t>
      </w:r>
    </w:p>
    <w:p w:rsidR="00CF7C3A" w:rsidRPr="00E51A43" w:rsidRDefault="008642F6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 ESPORTE</w:t>
      </w:r>
      <w:r w:rsidRPr="00E51A43">
        <w:rPr>
          <w:rFonts w:cs="Arial"/>
        </w:rPr>
        <w:tab/>
        <w:t>PODEMOS</w:t>
      </w:r>
    </w:p>
    <w:p w:rsidR="00DB2DED" w:rsidRPr="00E51A43" w:rsidRDefault="00DB2DED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DOS CONDUTORES</w:t>
      </w:r>
      <w:r w:rsidRPr="00E51A43">
        <w:rPr>
          <w:rFonts w:cs="Arial"/>
        </w:rPr>
        <w:tab/>
        <w:t>PODEMOS</w:t>
      </w:r>
    </w:p>
    <w:p w:rsidR="00CF7C3A" w:rsidRPr="00E51A43" w:rsidRDefault="00CF7C3A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SIUFARNE DO CIDADE SALVADOR</w:t>
      </w:r>
      <w:r w:rsidRPr="00E51A43">
        <w:rPr>
          <w:rFonts w:cs="Arial"/>
        </w:rPr>
        <w:tab/>
        <w:t>PL</w:t>
      </w:r>
    </w:p>
    <w:p w:rsidR="0023469D" w:rsidRPr="00E51A43" w:rsidRDefault="0023469D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VALMIR DO PARQUE MEIA LUA</w:t>
      </w:r>
      <w:r w:rsidRPr="00E51A43">
        <w:rPr>
          <w:rFonts w:cs="Arial"/>
        </w:rPr>
        <w:tab/>
        <w:t>PP</w:t>
      </w:r>
    </w:p>
    <w:p w:rsidR="00A2267F" w:rsidRPr="00E51A43" w:rsidRDefault="00A2267F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DANIEL MARIANO</w:t>
      </w:r>
      <w:r w:rsidRPr="00E51A43">
        <w:rPr>
          <w:rFonts w:cs="Arial"/>
        </w:rPr>
        <w:tab/>
        <w:t>PL</w:t>
      </w:r>
    </w:p>
    <w:p w:rsidR="0089517D" w:rsidRPr="00E51A43" w:rsidRDefault="0089517D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GABRIEL BELÉM</w:t>
      </w:r>
      <w:r w:rsidRPr="00E51A43">
        <w:rPr>
          <w:rFonts w:cs="Arial"/>
        </w:rPr>
        <w:tab/>
        <w:t>PSB</w:t>
      </w:r>
    </w:p>
    <w:p w:rsidR="00C60165" w:rsidRPr="00E51A43" w:rsidRDefault="00C60165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HERNANI BARRETO</w:t>
      </w:r>
      <w:r w:rsidRPr="00E51A43">
        <w:rPr>
          <w:rFonts w:cs="Arial"/>
        </w:rPr>
        <w:tab/>
        <w:t>REPUBLICANOS</w:t>
      </w:r>
    </w:p>
    <w:p w:rsidR="0058194F" w:rsidRPr="00E51A43" w:rsidRDefault="0058194F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JEAN ARAÚJO</w:t>
      </w:r>
      <w:r w:rsidRPr="00E51A43">
        <w:rPr>
          <w:rFonts w:cs="Arial"/>
        </w:rPr>
        <w:tab/>
        <w:t>PP</w:t>
      </w:r>
    </w:p>
    <w:p w:rsidR="009E5141" w:rsidRPr="00E51A43" w:rsidRDefault="009E5141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JUEX ALMEIDA</w:t>
      </w:r>
      <w:r w:rsidRPr="00E51A43">
        <w:rPr>
          <w:rFonts w:cs="Arial"/>
        </w:rPr>
        <w:tab/>
        <w:t>PP</w:t>
      </w:r>
    </w:p>
    <w:bookmarkEnd w:id="0"/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</w:rPr>
      </w:pPr>
    </w:p>
    <w:p w:rsidR="00E51A43" w:rsidRPr="00E51A43" w:rsidRDefault="00E51A43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</w:rPr>
      </w:pPr>
    </w:p>
    <w:p w:rsidR="004D0EC6" w:rsidRPr="00E51A43" w:rsidRDefault="004D0EC6" w:rsidP="00AC7674">
      <w:pPr>
        <w:jc w:val="right"/>
        <w:rPr>
          <w:rFonts w:cs="Arial"/>
        </w:rPr>
      </w:pPr>
      <w:r w:rsidRPr="00E51A43">
        <w:rPr>
          <w:rFonts w:cs="Arial"/>
        </w:rPr>
        <w:t xml:space="preserve">Câmara Municipal de Jacareí, </w:t>
      </w:r>
      <w:r w:rsidR="009E5141" w:rsidRPr="00E51A43">
        <w:rPr>
          <w:rFonts w:cs="Arial"/>
        </w:rPr>
        <w:t>31</w:t>
      </w:r>
      <w:r w:rsidR="00BD6A93" w:rsidRPr="00E51A43">
        <w:rPr>
          <w:rFonts w:cs="Arial"/>
        </w:rPr>
        <w:t xml:space="preserve"> </w:t>
      </w:r>
      <w:r w:rsidR="00E0540A" w:rsidRPr="00E51A43">
        <w:rPr>
          <w:rFonts w:cs="Arial"/>
        </w:rPr>
        <w:t xml:space="preserve">de </w:t>
      </w:r>
      <w:r w:rsidR="00A2267F" w:rsidRPr="00E51A43">
        <w:rPr>
          <w:rFonts w:cs="Arial"/>
        </w:rPr>
        <w:t>outu</w:t>
      </w:r>
      <w:r w:rsidR="008642F6" w:rsidRPr="00E51A43">
        <w:rPr>
          <w:rFonts w:cs="Arial"/>
        </w:rPr>
        <w:t>bro</w:t>
      </w:r>
      <w:r w:rsidR="00745CB0" w:rsidRPr="00E51A43">
        <w:rPr>
          <w:rFonts w:cs="Arial"/>
        </w:rPr>
        <w:t xml:space="preserve"> </w:t>
      </w:r>
      <w:r w:rsidRPr="00E51A43">
        <w:rPr>
          <w:rFonts w:cs="Arial"/>
        </w:rPr>
        <w:t>de 202</w:t>
      </w:r>
      <w:r w:rsidR="005C6437" w:rsidRPr="00E51A43">
        <w:rPr>
          <w:rFonts w:cs="Arial"/>
        </w:rPr>
        <w:t>5</w:t>
      </w:r>
      <w:r w:rsidRPr="00E51A43">
        <w:rPr>
          <w:rFonts w:cs="Arial"/>
        </w:rPr>
        <w:t>.</w:t>
      </w:r>
    </w:p>
    <w:p w:rsidR="00D70A96" w:rsidRPr="00E51A43" w:rsidRDefault="00D70A96" w:rsidP="00976DE3">
      <w:pPr>
        <w:spacing w:line="307" w:lineRule="auto"/>
        <w:jc w:val="right"/>
        <w:rPr>
          <w:rFonts w:cs="Arial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E51A43" w:rsidRDefault="00E51A4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E51A43" w:rsidRDefault="00EF7A2A" w:rsidP="001F49FB">
      <w:pPr>
        <w:jc w:val="right"/>
        <w:rPr>
          <w:rFonts w:cs="Arial"/>
          <w:b/>
        </w:rPr>
      </w:pPr>
      <w:r w:rsidRPr="00E51A43">
        <w:rPr>
          <w:rFonts w:cs="Arial"/>
          <w:b/>
        </w:rPr>
        <w:t>Felipe Santos de Lima</w:t>
      </w:r>
    </w:p>
    <w:p w:rsidR="00C251DE" w:rsidRPr="00E51A43" w:rsidRDefault="004D0EC6" w:rsidP="001F49FB">
      <w:pPr>
        <w:jc w:val="right"/>
        <w:rPr>
          <w:rFonts w:cs="Arial"/>
        </w:rPr>
      </w:pPr>
      <w:r w:rsidRPr="00E51A43">
        <w:rPr>
          <w:rFonts w:cs="Arial"/>
        </w:rPr>
        <w:t>Secretário-Diretor Legislativo</w:t>
      </w:r>
    </w:p>
    <w:sectPr w:rsidR="00C251DE" w:rsidRPr="00E51A43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477" w:rsidRDefault="002B6477">
      <w:r>
        <w:separator/>
      </w:r>
    </w:p>
  </w:endnote>
  <w:endnote w:type="continuationSeparator" w:id="0">
    <w:p w:rsidR="002B6477" w:rsidRDefault="002B6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477" w:rsidRDefault="002B6477">
      <w:r>
        <w:separator/>
      </w:r>
    </w:p>
  </w:footnote>
  <w:footnote w:type="continuationSeparator" w:id="0">
    <w:p w:rsidR="002B6477" w:rsidRDefault="002B6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9E5141">
      <w:rPr>
        <w:rFonts w:cs="Arial"/>
        <w:b/>
        <w:sz w:val="20"/>
        <w:szCs w:val="20"/>
        <w:u w:val="single"/>
      </w:rPr>
      <w:t>5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9E5141">
      <w:rPr>
        <w:rFonts w:cs="Arial"/>
        <w:b/>
        <w:sz w:val="20"/>
        <w:szCs w:val="20"/>
        <w:u w:val="single"/>
      </w:rPr>
      <w:t>05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9E5141">
      <w:rPr>
        <w:rFonts w:cs="Arial"/>
        <w:b/>
        <w:sz w:val="20"/>
        <w:szCs w:val="20"/>
        <w:u w:val="single"/>
      </w:rPr>
      <w:t>1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C8419A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C8419A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6B6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3B2E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3CF7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660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4A7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B6477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5C78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84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4C2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BC4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23D3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2D52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1CD8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194F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B94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27A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5894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41A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141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5B56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C7674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1D8D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0165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55"/>
    <w:rsid w:val="00C826C2"/>
    <w:rsid w:val="00C8419A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7D2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151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06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243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077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A43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0D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D7454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674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0C834-4417-4E0C-9EE4-E40331B5E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109</TotalTime>
  <Pages>2</Pages>
  <Words>517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19</cp:revision>
  <cp:lastPrinted>2025-10-31T14:53:00Z</cp:lastPrinted>
  <dcterms:created xsi:type="dcterms:W3CDTF">2025-10-17T16:51:00Z</dcterms:created>
  <dcterms:modified xsi:type="dcterms:W3CDTF">2025-10-31T14:56:00Z</dcterms:modified>
</cp:coreProperties>
</file>